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503074">
        <w:rPr>
          <w:b/>
          <w:bCs/>
          <w:sz w:val="28"/>
          <w:szCs w:val="28"/>
        </w:rPr>
        <w:t>011602:</w:t>
      </w:r>
      <w:r w:rsidR="00503074" w:rsidRPr="00503074">
        <w:rPr>
          <w:b/>
          <w:bCs/>
          <w:sz w:val="28"/>
          <w:szCs w:val="28"/>
        </w:rPr>
        <w:t>532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AF7C87">
        <w:rPr>
          <w:b/>
          <w:bCs/>
          <w:sz w:val="28"/>
          <w:szCs w:val="28"/>
        </w:rPr>
        <w:t>Соузгинское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AF7C87">
        <w:rPr>
          <w:b/>
          <w:bCs/>
          <w:sz w:val="28"/>
          <w:szCs w:val="28"/>
        </w:rPr>
        <w:t>Соузга</w:t>
      </w:r>
      <w:r w:rsidR="00DC405E">
        <w:rPr>
          <w:b/>
          <w:bCs/>
          <w:sz w:val="28"/>
          <w:szCs w:val="28"/>
        </w:rPr>
        <w:t xml:space="preserve">, </w:t>
      </w:r>
      <w:r w:rsidR="00AF7C87">
        <w:rPr>
          <w:b/>
          <w:bCs/>
          <w:sz w:val="28"/>
          <w:szCs w:val="28"/>
        </w:rPr>
        <w:t xml:space="preserve">ул. </w:t>
      </w:r>
      <w:r w:rsidR="00503074">
        <w:rPr>
          <w:b/>
          <w:bCs/>
          <w:sz w:val="28"/>
          <w:szCs w:val="28"/>
        </w:rPr>
        <w:t>Подгорная</w:t>
      </w:r>
      <w:r w:rsidR="001C4D63">
        <w:rPr>
          <w:b/>
          <w:bCs/>
          <w:sz w:val="28"/>
          <w:szCs w:val="28"/>
        </w:rPr>
        <w:t xml:space="preserve">, земельный участок </w:t>
      </w:r>
      <w:r w:rsidR="00503074">
        <w:rPr>
          <w:b/>
          <w:bCs/>
          <w:sz w:val="28"/>
          <w:szCs w:val="28"/>
        </w:rPr>
        <w:t>19 А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503074" w:rsidP="00503074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 w:rsidRPr="00503074">
        <w:rPr>
          <w:sz w:val="28"/>
          <w:szCs w:val="28"/>
        </w:rPr>
        <w:t>На основании статьи 5.1 и статьи  39  Градостроительного кодекса Российской Федерации, статьи 45 Устава муниципального образования «Майминский район», принятого решением Майминского районного Совета депутатов от 22 июня 2005 года № 27-01, Положения о порядке организации и проведения публичных слушаний, общественных обсуждений в муниципальном образовании «Майминский район» утвержденного решением Майминского районного Совета депутатов от 30 июня 2020 года № 19-2, Соглашения о передаче части полномочий по решению вопросов местного значения в сфере архитектуры и градостроительства от 22 февраля 2023 года № 1, в целях устойчивого развития территории муниципального образования «</w:t>
      </w:r>
      <w:r>
        <w:rPr>
          <w:sz w:val="28"/>
          <w:szCs w:val="28"/>
        </w:rPr>
        <w:t>Соузгинское</w:t>
      </w:r>
      <w:r w:rsidRPr="00503074">
        <w:rPr>
          <w:sz w:val="28"/>
          <w:szCs w:val="28"/>
        </w:rPr>
        <w:t xml:space="preserve"> сельское поселение», заявление </w:t>
      </w:r>
      <w:r>
        <w:rPr>
          <w:sz w:val="28"/>
          <w:szCs w:val="28"/>
        </w:rPr>
        <w:t>Шевчука Г.А. от 28 августа 2025 года № 9075</w:t>
      </w:r>
      <w:r w:rsidRPr="00503074">
        <w:rPr>
          <w:sz w:val="28"/>
          <w:szCs w:val="28"/>
        </w:rPr>
        <w:t>:</w:t>
      </w:r>
    </w:p>
    <w:p w:rsidR="00F55D54" w:rsidRPr="004F3896" w:rsidRDefault="004D56CA" w:rsidP="0050307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-1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503074">
        <w:rPr>
          <w:sz w:val="28"/>
          <w:szCs w:val="28"/>
        </w:rPr>
        <w:t>011602:532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с. Соузга</w:t>
      </w:r>
      <w:r w:rsidR="00DC405E">
        <w:rPr>
          <w:sz w:val="28"/>
          <w:szCs w:val="28"/>
        </w:rPr>
        <w:t xml:space="preserve">, </w:t>
      </w:r>
      <w:r w:rsidR="00AF7C87">
        <w:rPr>
          <w:sz w:val="28"/>
          <w:szCs w:val="28"/>
        </w:rPr>
        <w:t xml:space="preserve">ул. </w:t>
      </w:r>
      <w:r w:rsidR="00503074">
        <w:rPr>
          <w:sz w:val="28"/>
          <w:szCs w:val="28"/>
        </w:rPr>
        <w:t>Подгорная</w:t>
      </w:r>
      <w:r w:rsidR="001C4D63">
        <w:rPr>
          <w:sz w:val="28"/>
          <w:szCs w:val="28"/>
        </w:rPr>
        <w:t>, земельный уч</w:t>
      </w:r>
      <w:r w:rsidR="00503074">
        <w:rPr>
          <w:sz w:val="28"/>
          <w:szCs w:val="28"/>
        </w:rPr>
        <w:t>асток 19 А</w:t>
      </w:r>
      <w:r w:rsidR="002D3E36" w:rsidRPr="00F55D54">
        <w:rPr>
          <w:sz w:val="28"/>
          <w:szCs w:val="28"/>
        </w:rPr>
        <w:t>,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503074">
        <w:rPr>
          <w:sz w:val="28"/>
          <w:szCs w:val="28"/>
        </w:rPr>
        <w:t>5</w:t>
      </w:r>
      <w:r w:rsidR="00AF7C87">
        <w:rPr>
          <w:sz w:val="28"/>
          <w:szCs w:val="28"/>
        </w:rPr>
        <w:t>.2</w:t>
      </w:r>
      <w:r w:rsidR="00503074">
        <w:rPr>
          <w:sz w:val="28"/>
          <w:szCs w:val="28"/>
        </w:rPr>
        <w:t>.1</w:t>
      </w:r>
      <w:r w:rsidR="00420D57">
        <w:rPr>
          <w:sz w:val="28"/>
          <w:szCs w:val="28"/>
        </w:rPr>
        <w:t xml:space="preserve"> </w:t>
      </w:r>
      <w:r w:rsidR="00503074">
        <w:rPr>
          <w:sz w:val="28"/>
          <w:szCs w:val="28"/>
        </w:rPr>
        <w:t>«Туристическое обслуживание; размещение пансионатов, гостиниц, кемпингов, домов отдыха, не оказывающих услуги по лечению; размещение детских лагерей»</w:t>
      </w:r>
      <w:r w:rsidR="00F55D54" w:rsidRPr="004F3896">
        <w:rPr>
          <w:sz w:val="28"/>
          <w:szCs w:val="28"/>
        </w:rPr>
        <w:t>.</w:t>
      </w:r>
    </w:p>
    <w:p w:rsidR="004D56CA" w:rsidRDefault="00E269CE" w:rsidP="0050307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-1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</w:t>
      </w:r>
      <w:r w:rsidR="00103E5D">
        <w:rPr>
          <w:sz w:val="28"/>
          <w:szCs w:val="28"/>
        </w:rPr>
        <w:lastRenderedPageBreak/>
        <w:t>04:01</w:t>
      </w:r>
      <w:r w:rsidR="001C4D63">
        <w:rPr>
          <w:sz w:val="28"/>
          <w:szCs w:val="28"/>
        </w:rPr>
        <w:t>:</w:t>
      </w:r>
      <w:r w:rsidR="00503074">
        <w:rPr>
          <w:sz w:val="28"/>
          <w:szCs w:val="28"/>
        </w:rPr>
        <w:t>011602:532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926425">
        <w:rPr>
          <w:sz w:val="28"/>
          <w:szCs w:val="28"/>
        </w:rPr>
        <w:t>Соузгинское сельское поселение с. Соузга</w:t>
      </w:r>
      <w:r w:rsidR="005F5D9C">
        <w:rPr>
          <w:sz w:val="28"/>
          <w:szCs w:val="28"/>
        </w:rPr>
        <w:t xml:space="preserve">, </w:t>
      </w:r>
      <w:r w:rsidR="001C4D63">
        <w:rPr>
          <w:sz w:val="28"/>
          <w:szCs w:val="28"/>
        </w:rPr>
        <w:t xml:space="preserve">ул. </w:t>
      </w:r>
      <w:r w:rsidR="00503074">
        <w:rPr>
          <w:sz w:val="28"/>
          <w:szCs w:val="28"/>
        </w:rPr>
        <w:t>Подгорная</w:t>
      </w:r>
      <w:r w:rsidR="001C4D63">
        <w:rPr>
          <w:sz w:val="28"/>
          <w:szCs w:val="28"/>
        </w:rPr>
        <w:t xml:space="preserve">, земельный участок </w:t>
      </w:r>
      <w:r w:rsidR="00503074">
        <w:rPr>
          <w:sz w:val="28"/>
          <w:szCs w:val="28"/>
        </w:rPr>
        <w:t>19 А</w:t>
      </w:r>
      <w:r w:rsidR="00B83FE3">
        <w:rPr>
          <w:sz w:val="28"/>
          <w:szCs w:val="28"/>
        </w:rPr>
        <w:t xml:space="preserve">, </w:t>
      </w:r>
      <w:r w:rsidR="00B83FE3" w:rsidRPr="00B83FE3">
        <w:rPr>
          <w:bCs/>
          <w:sz w:val="28"/>
          <w:szCs w:val="28"/>
        </w:rPr>
        <w:t>на</w:t>
      </w:r>
      <w:r w:rsidR="008B5684">
        <w:rPr>
          <w:bCs/>
          <w:sz w:val="28"/>
          <w:szCs w:val="28"/>
        </w:rPr>
        <w:t xml:space="preserve"> 24</w:t>
      </w:r>
      <w:r w:rsidR="00503074">
        <w:rPr>
          <w:bCs/>
          <w:sz w:val="28"/>
          <w:szCs w:val="28"/>
        </w:rPr>
        <w:t xml:space="preserve"> 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 xml:space="preserve">с. </w:t>
      </w:r>
      <w:r w:rsidR="00926425">
        <w:rPr>
          <w:sz w:val="28"/>
          <w:szCs w:val="28"/>
        </w:rPr>
        <w:t>Соузга</w:t>
      </w:r>
      <w:r w:rsidR="00DC405E">
        <w:rPr>
          <w:sz w:val="28"/>
          <w:szCs w:val="28"/>
        </w:rPr>
        <w:t xml:space="preserve">, </w:t>
      </w:r>
      <w:r w:rsidR="00926425">
        <w:rPr>
          <w:sz w:val="28"/>
          <w:szCs w:val="28"/>
        </w:rPr>
        <w:t xml:space="preserve">ул. </w:t>
      </w:r>
      <w:r w:rsidR="00503074">
        <w:rPr>
          <w:sz w:val="28"/>
          <w:szCs w:val="28"/>
        </w:rPr>
        <w:t>Подгорная, земельный участок 19 А</w:t>
      </w:r>
      <w:r w:rsidR="002D3E36" w:rsidRPr="00F55D54">
        <w:rPr>
          <w:bCs/>
          <w:sz w:val="28"/>
          <w:szCs w:val="28"/>
        </w:rPr>
        <w:t xml:space="preserve">, </w:t>
      </w:r>
      <w:r w:rsidR="00503074">
        <w:rPr>
          <w:bCs/>
          <w:sz w:val="28"/>
          <w:szCs w:val="28"/>
        </w:rPr>
        <w:t>в 10 часов 3</w:t>
      </w:r>
      <w:r w:rsidRPr="00F55D54">
        <w:rPr>
          <w:bCs/>
          <w:sz w:val="28"/>
          <w:szCs w:val="28"/>
        </w:rPr>
        <w:t>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503074">
      <w:pPr>
        <w:pStyle w:val="ae"/>
        <w:tabs>
          <w:tab w:val="left" w:pos="1134"/>
        </w:tabs>
        <w:spacing w:before="0" w:line="240" w:lineRule="auto"/>
        <w:ind w:left="0" w:right="-1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503074">
      <w:pPr>
        <w:pStyle w:val="ae"/>
        <w:tabs>
          <w:tab w:val="left" w:pos="1134"/>
        </w:tabs>
        <w:spacing w:before="0" w:line="240" w:lineRule="auto"/>
        <w:ind w:left="0" w:right="-1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503074">
      <w:pPr>
        <w:pStyle w:val="ae"/>
        <w:tabs>
          <w:tab w:val="left" w:pos="1134"/>
        </w:tabs>
        <w:spacing w:before="0" w:line="240" w:lineRule="auto"/>
        <w:ind w:left="0" w:right="-1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503074">
      <w:pPr>
        <w:pStyle w:val="ae"/>
        <w:tabs>
          <w:tab w:val="left" w:pos="1134"/>
        </w:tabs>
        <w:spacing w:before="0" w:line="240" w:lineRule="auto"/>
        <w:ind w:left="0" w:right="-1" w:firstLine="709"/>
        <w:jc w:val="both"/>
        <w:rPr>
          <w:bCs/>
          <w:sz w:val="28"/>
          <w:szCs w:val="28"/>
        </w:rPr>
      </w:pPr>
    </w:p>
    <w:p w:rsidR="003A4120" w:rsidRDefault="003A4120" w:rsidP="00503074">
      <w:pPr>
        <w:pStyle w:val="af"/>
        <w:spacing w:before="0" w:beforeAutospacing="0" w:after="0"/>
        <w:ind w:left="709" w:right="-1"/>
        <w:rPr>
          <w:sz w:val="28"/>
          <w:szCs w:val="28"/>
        </w:rPr>
      </w:pPr>
    </w:p>
    <w:p w:rsidR="00E269CE" w:rsidRDefault="00E269CE" w:rsidP="00503074">
      <w:pPr>
        <w:pStyle w:val="af"/>
        <w:spacing w:before="0" w:beforeAutospacing="0" w:after="0"/>
        <w:ind w:left="709" w:right="-1"/>
        <w:rPr>
          <w:sz w:val="28"/>
          <w:szCs w:val="28"/>
        </w:rPr>
      </w:pPr>
    </w:p>
    <w:p w:rsidR="005E399A" w:rsidRDefault="005E399A" w:rsidP="00503074">
      <w:pPr>
        <w:pStyle w:val="af"/>
        <w:spacing w:before="0" w:beforeAutospacing="0" w:after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4D63" w:rsidRDefault="00ED2034" w:rsidP="00503074">
      <w:pPr>
        <w:pStyle w:val="af"/>
        <w:spacing w:before="0" w:beforeAutospacing="0" w:after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5E399A" w:rsidP="00503074">
      <w:pPr>
        <w:pStyle w:val="af"/>
        <w:spacing w:before="0" w:beforeAutospacing="0" w:after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4120"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 w:rsidR="003A4120"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5E399A" w:rsidP="00503074">
      <w:pPr>
        <w:pStyle w:val="af"/>
        <w:spacing w:before="0" w:beforeAutospacing="0" w:after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4120">
        <w:rPr>
          <w:sz w:val="28"/>
          <w:szCs w:val="28"/>
        </w:rPr>
        <w:t xml:space="preserve">«Майминский район»       </w:t>
      </w:r>
      <w:r w:rsidR="003A4120">
        <w:rPr>
          <w:sz w:val="28"/>
          <w:szCs w:val="28"/>
        </w:rPr>
        <w:tab/>
        <w:t xml:space="preserve">  </w:t>
      </w:r>
      <w:r w:rsidR="003A4120">
        <w:rPr>
          <w:sz w:val="28"/>
          <w:szCs w:val="28"/>
        </w:rPr>
        <w:tab/>
      </w:r>
      <w:r w:rsidR="003A4120"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503074">
        <w:rPr>
          <w:sz w:val="28"/>
          <w:szCs w:val="28"/>
        </w:rPr>
        <w:t xml:space="preserve">                   </w:t>
      </w:r>
      <w:r w:rsidR="00ED2034">
        <w:rPr>
          <w:sz w:val="28"/>
          <w:szCs w:val="28"/>
        </w:rPr>
        <w:t xml:space="preserve">      </w:t>
      </w:r>
      <w:bookmarkStart w:id="0" w:name="_GoBack"/>
      <w:bookmarkEnd w:id="0"/>
      <w:r w:rsidR="00ED2034">
        <w:rPr>
          <w:sz w:val="28"/>
          <w:szCs w:val="28"/>
        </w:rPr>
        <w:t>П.В. Громов</w:t>
      </w:r>
    </w:p>
    <w:p w:rsidR="00FF425E" w:rsidRDefault="00FF425E" w:rsidP="00503074">
      <w:pPr>
        <w:tabs>
          <w:tab w:val="left" w:pos="1134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FF5" w:rsidRDefault="002F1FF5" w:rsidP="00F2108F">
      <w:pPr>
        <w:spacing w:before="0" w:line="240" w:lineRule="auto"/>
      </w:pPr>
      <w:r>
        <w:separator/>
      </w:r>
    </w:p>
  </w:endnote>
  <w:endnote w:type="continuationSeparator" w:id="0">
    <w:p w:rsidR="002F1FF5" w:rsidRDefault="002F1FF5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FF5" w:rsidRDefault="002F1FF5" w:rsidP="00F2108F">
      <w:pPr>
        <w:spacing w:before="0" w:line="240" w:lineRule="auto"/>
      </w:pPr>
      <w:r>
        <w:separator/>
      </w:r>
    </w:p>
  </w:footnote>
  <w:footnote w:type="continuationSeparator" w:id="0">
    <w:p w:rsidR="002F1FF5" w:rsidRDefault="002F1FF5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6503"/>
    <w:rsid w:val="000A0534"/>
    <w:rsid w:val="000B28A7"/>
    <w:rsid w:val="000B5288"/>
    <w:rsid w:val="000C114C"/>
    <w:rsid w:val="000D0F78"/>
    <w:rsid w:val="000D2626"/>
    <w:rsid w:val="000E2ECA"/>
    <w:rsid w:val="000F2B14"/>
    <w:rsid w:val="000F3093"/>
    <w:rsid w:val="00103E5D"/>
    <w:rsid w:val="001110A4"/>
    <w:rsid w:val="00135136"/>
    <w:rsid w:val="00153573"/>
    <w:rsid w:val="001728F8"/>
    <w:rsid w:val="001948FB"/>
    <w:rsid w:val="001A0F60"/>
    <w:rsid w:val="001A3D0B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906E0"/>
    <w:rsid w:val="00290A4C"/>
    <w:rsid w:val="00290B7F"/>
    <w:rsid w:val="002927F8"/>
    <w:rsid w:val="002B6406"/>
    <w:rsid w:val="002D3C51"/>
    <w:rsid w:val="002D3E36"/>
    <w:rsid w:val="002D55C5"/>
    <w:rsid w:val="002D6D0B"/>
    <w:rsid w:val="002F1FF5"/>
    <w:rsid w:val="002F3D47"/>
    <w:rsid w:val="00306304"/>
    <w:rsid w:val="00315F64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3074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399A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7684"/>
    <w:rsid w:val="00714032"/>
    <w:rsid w:val="00714CC7"/>
    <w:rsid w:val="00715FD0"/>
    <w:rsid w:val="00724E93"/>
    <w:rsid w:val="00734A00"/>
    <w:rsid w:val="007501E9"/>
    <w:rsid w:val="00750EF8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D6256"/>
    <w:rsid w:val="007E452D"/>
    <w:rsid w:val="007F7E00"/>
    <w:rsid w:val="00800FB3"/>
    <w:rsid w:val="008050E8"/>
    <w:rsid w:val="00827902"/>
    <w:rsid w:val="008315BB"/>
    <w:rsid w:val="00833378"/>
    <w:rsid w:val="00833C21"/>
    <w:rsid w:val="008434FE"/>
    <w:rsid w:val="00845296"/>
    <w:rsid w:val="00846EF5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B5684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F37D5"/>
    <w:rsid w:val="00AF6041"/>
    <w:rsid w:val="00AF7C87"/>
    <w:rsid w:val="00B01A1B"/>
    <w:rsid w:val="00B03071"/>
    <w:rsid w:val="00B04021"/>
    <w:rsid w:val="00B11024"/>
    <w:rsid w:val="00B1759E"/>
    <w:rsid w:val="00B2660B"/>
    <w:rsid w:val="00B317D4"/>
    <w:rsid w:val="00B474E0"/>
    <w:rsid w:val="00B80D85"/>
    <w:rsid w:val="00B83FE3"/>
    <w:rsid w:val="00B8785D"/>
    <w:rsid w:val="00BB16A5"/>
    <w:rsid w:val="00BB5712"/>
    <w:rsid w:val="00BC0DE2"/>
    <w:rsid w:val="00BC1127"/>
    <w:rsid w:val="00BC6A90"/>
    <w:rsid w:val="00BF424B"/>
    <w:rsid w:val="00C05D34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B2DDD"/>
    <w:rsid w:val="00DB5D6A"/>
    <w:rsid w:val="00DC405E"/>
    <w:rsid w:val="00DD6786"/>
    <w:rsid w:val="00DD77B2"/>
    <w:rsid w:val="00DE2413"/>
    <w:rsid w:val="00DF0954"/>
    <w:rsid w:val="00DF2439"/>
    <w:rsid w:val="00DF4B13"/>
    <w:rsid w:val="00E04696"/>
    <w:rsid w:val="00E239CC"/>
    <w:rsid w:val="00E24B81"/>
    <w:rsid w:val="00E269CE"/>
    <w:rsid w:val="00E50572"/>
    <w:rsid w:val="00E5562D"/>
    <w:rsid w:val="00E56A33"/>
    <w:rsid w:val="00E86C2D"/>
    <w:rsid w:val="00E97E05"/>
    <w:rsid w:val="00E97E6E"/>
    <w:rsid w:val="00EA3709"/>
    <w:rsid w:val="00EB763B"/>
    <w:rsid w:val="00EC073B"/>
    <w:rsid w:val="00EC0A66"/>
    <w:rsid w:val="00ED2034"/>
    <w:rsid w:val="00ED3031"/>
    <w:rsid w:val="00EE343A"/>
    <w:rsid w:val="00EE78B6"/>
    <w:rsid w:val="00EE78EF"/>
    <w:rsid w:val="00F0440A"/>
    <w:rsid w:val="00F17625"/>
    <w:rsid w:val="00F2108F"/>
    <w:rsid w:val="00F22172"/>
    <w:rsid w:val="00F2433C"/>
    <w:rsid w:val="00F25153"/>
    <w:rsid w:val="00F25D27"/>
    <w:rsid w:val="00F30E58"/>
    <w:rsid w:val="00F43280"/>
    <w:rsid w:val="00F55D54"/>
    <w:rsid w:val="00F81AFD"/>
    <w:rsid w:val="00F848F8"/>
    <w:rsid w:val="00F919AA"/>
    <w:rsid w:val="00F95299"/>
    <w:rsid w:val="00FB77E6"/>
    <w:rsid w:val="00FC0CEA"/>
    <w:rsid w:val="00FD6717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0A1305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6EFAA-6A0B-4E3F-AF6E-BD628CB1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76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17</cp:revision>
  <cp:lastPrinted>2025-10-07T04:48:00Z</cp:lastPrinted>
  <dcterms:created xsi:type="dcterms:W3CDTF">2025-01-21T00:51:00Z</dcterms:created>
  <dcterms:modified xsi:type="dcterms:W3CDTF">2025-10-07T04:49:00Z</dcterms:modified>
</cp:coreProperties>
</file>